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31D8A385" w:rsidR="0029507F" w:rsidRPr="00C3083C" w:rsidRDefault="004F4558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4F4558">
        <w:rPr>
          <w:b/>
          <w:bCs/>
          <w:lang w:val="et-EE"/>
        </w:rPr>
        <w:t>Tarbijakaitse ja Tehnilise Järelevalve Amet</w:t>
      </w:r>
      <w:r w:rsidR="00E8534C" w:rsidRPr="00C3083C">
        <w:rPr>
          <w:b/>
          <w:bCs/>
          <w:lang w:val="et-EE"/>
        </w:rPr>
        <w:tab/>
      </w:r>
    </w:p>
    <w:p w14:paraId="6F9AD469" w14:textId="15880103" w:rsidR="0029507F" w:rsidRPr="00C3083C" w:rsidRDefault="004F4558" w:rsidP="00E8534C">
      <w:pPr>
        <w:pStyle w:val="Andmed"/>
        <w:tabs>
          <w:tab w:val="left" w:pos="4820"/>
        </w:tabs>
        <w:rPr>
          <w:lang w:val="et-EE"/>
        </w:rPr>
      </w:pPr>
      <w:r w:rsidRPr="004F4558">
        <w:rPr>
          <w:lang w:val="et-EE"/>
        </w:rPr>
        <w:t>Endla 10A</w:t>
      </w:r>
      <w:r w:rsidR="00E8534C" w:rsidRPr="00C3083C">
        <w:rPr>
          <w:lang w:val="et-EE"/>
        </w:rPr>
        <w:tab/>
        <w:t xml:space="preserve">Meie: </w:t>
      </w:r>
      <w:r w:rsidR="001C68F8">
        <w:rPr>
          <w:lang w:val="et-EE"/>
        </w:rPr>
        <w:t>1</w:t>
      </w:r>
      <w:r w:rsidR="00651292" w:rsidRPr="00C3083C">
        <w:rPr>
          <w:lang w:val="et-EE"/>
        </w:rPr>
        <w:t>2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1C68F8">
        <w:rPr>
          <w:lang w:val="et-EE"/>
        </w:rPr>
        <w:t>3</w:t>
      </w:r>
      <w:r w:rsidR="0029507F" w:rsidRPr="00C3083C">
        <w:rPr>
          <w:lang w:val="et-EE"/>
        </w:rPr>
        <w:t>.202</w:t>
      </w:r>
      <w:r w:rsidR="001C68F8">
        <w:rPr>
          <w:lang w:val="et-EE"/>
        </w:rPr>
        <w:t>4</w:t>
      </w:r>
      <w:r w:rsidR="0029507F" w:rsidRPr="00C3083C">
        <w:rPr>
          <w:lang w:val="et-EE"/>
        </w:rPr>
        <w:t xml:space="preserve"> nr </w:t>
      </w:r>
      <w:r w:rsidR="001C68F8" w:rsidRPr="001C68F8">
        <w:rPr>
          <w:lang w:val="et-EE"/>
        </w:rPr>
        <w:t>HAL-11/2024-47</w:t>
      </w:r>
    </w:p>
    <w:p w14:paraId="3F512371" w14:textId="555CBB5B" w:rsidR="00A55C93" w:rsidRPr="00C3083C" w:rsidRDefault="004F4558" w:rsidP="0029507F">
      <w:pPr>
        <w:pStyle w:val="Andmed"/>
        <w:rPr>
          <w:lang w:val="et-EE"/>
        </w:rPr>
      </w:pPr>
      <w:r w:rsidRPr="004F4558">
        <w:rPr>
          <w:lang w:val="et-EE"/>
        </w:rPr>
        <w:t xml:space="preserve">10122 </w:t>
      </w:r>
      <w:r w:rsidR="00A55C93" w:rsidRPr="00C3083C">
        <w:rPr>
          <w:lang w:val="et-EE"/>
        </w:rPr>
        <w:t xml:space="preserve">Tallinn </w:t>
      </w:r>
    </w:p>
    <w:p w14:paraId="24428162" w14:textId="12B6E8A7" w:rsidR="00646436" w:rsidRPr="00536AAB" w:rsidRDefault="00000000" w:rsidP="0029507F">
      <w:pPr>
        <w:pStyle w:val="Andmed"/>
        <w:rPr>
          <w:lang w:val="nl-BE"/>
        </w:rPr>
      </w:pPr>
      <w:hyperlink r:id="rId11" w:history="1">
        <w:r w:rsidR="004F4558" w:rsidRPr="00536AAB">
          <w:rPr>
            <w:rStyle w:val="Hperlink"/>
            <w:lang w:val="nl-BE"/>
          </w:rPr>
          <w:t>info@ttja.ee</w:t>
        </w:r>
      </w:hyperlink>
    </w:p>
    <w:p w14:paraId="4D364E9A" w14:textId="77777777" w:rsidR="004F4558" w:rsidRDefault="004F4558" w:rsidP="0029507F">
      <w:pPr>
        <w:pStyle w:val="Andmed"/>
        <w:rPr>
          <w:b/>
          <w:bCs/>
          <w:lang w:val="et-EE"/>
        </w:rPr>
      </w:pPr>
    </w:p>
    <w:p w14:paraId="6086977C" w14:textId="77777777" w:rsidR="00DD3176" w:rsidRPr="00C3083C" w:rsidRDefault="00DD317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0E599D0E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4F4558" w:rsidRPr="004F4558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Tarbijakaitse ja Tehnilise Järelevalve Amet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23B75402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BA3986" w:rsidRPr="00C3083C">
        <w:rPr>
          <w:rFonts w:eastAsia="Arial Unicode MS" w:cs="Calibri"/>
          <w:noProof/>
          <w:color w:val="2C4054"/>
          <w:szCs w:val="20"/>
          <w:lang w:val="et-EE"/>
        </w:rPr>
        <w:t>elektrienergia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</w:t>
      </w:r>
      <w:r w:rsidR="001C68F8">
        <w:rPr>
          <w:rFonts w:eastAsia="Arial Unicode MS" w:cs="Calibri"/>
          <w:noProof/>
          <w:color w:val="2C4054"/>
          <w:szCs w:val="20"/>
          <w:lang w:val="et-EE"/>
        </w:rPr>
        <w:t>3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503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416"/>
        <w:gridCol w:w="7087"/>
      </w:tblGrid>
      <w:tr w:rsidR="00806CFE" w:rsidRPr="00536AAB" w14:paraId="524F3250" w14:textId="77777777" w:rsidTr="001E6E93">
        <w:trPr>
          <w:trHeight w:val="420"/>
          <w:tblHeader/>
        </w:trPr>
        <w:tc>
          <w:tcPr>
            <w:tcW w:w="8503" w:type="dxa"/>
            <w:gridSpan w:val="2"/>
            <w:shd w:val="clear" w:color="auto" w:fill="E1EBF7"/>
            <w:vAlign w:val="center"/>
            <w:hideMark/>
          </w:tcPr>
          <w:p w14:paraId="70B45C8B" w14:textId="15D4043F" w:rsidR="00806CFE" w:rsidRPr="00C3083C" w:rsidRDefault="00BE3625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Energiavahendus</w:t>
            </w:r>
            <w:r w:rsidRPr="00493131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D17D67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4F4558" w:rsidRPr="004F4558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Tarbijakaitse ja Tehnilise Järelevalve Amet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="001C68F8" w:rsidRPr="001C68F8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HAL-11/2024-47</w:t>
            </w:r>
          </w:p>
        </w:tc>
      </w:tr>
      <w:tr w:rsidR="00806CFE" w:rsidRPr="00C3083C" w14:paraId="133F42C7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4D60BCFE" w14:textId="0EE46B0A" w:rsidR="00C82FE2" w:rsidRPr="004F4558" w:rsidRDefault="00F54FF2" w:rsidP="004F4558">
            <w:pPr>
              <w:pStyle w:val="Loendilik"/>
              <w:numPr>
                <w:ilvl w:val="0"/>
                <w:numId w:val="11"/>
              </w:numPr>
              <w:spacing w:after="60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4F4558" w:rsidRPr="004F4558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A17702/19</w:t>
            </w:r>
          </w:p>
        </w:tc>
      </w:tr>
      <w:tr w:rsidR="00806CFE" w:rsidRPr="00C3083C" w14:paraId="3009147A" w14:textId="77777777" w:rsidTr="001E6E93">
        <w:trPr>
          <w:trHeight w:val="1541"/>
        </w:trPr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6834" w:type="dxa"/>
              <w:tblLook w:val="04A0" w:firstRow="1" w:lastRow="0" w:firstColumn="1" w:lastColumn="0" w:noHBand="0" w:noVBand="1"/>
            </w:tblPr>
            <w:tblGrid>
              <w:gridCol w:w="1598"/>
              <w:gridCol w:w="1293"/>
              <w:gridCol w:w="1539"/>
              <w:gridCol w:w="1171"/>
              <w:gridCol w:w="1233"/>
            </w:tblGrid>
            <w:tr w:rsidR="00493131" w:rsidRPr="00C3083C" w14:paraId="27BBC485" w14:textId="77777777" w:rsidTr="001E6E9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598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93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1539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1171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233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1E6E9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93" w:type="dxa"/>
                </w:tcPr>
                <w:p w14:paraId="5DCD0A3E" w14:textId="43E8B0FB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  <w:tc>
                <w:tcPr>
                  <w:tcW w:w="1539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1171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233" w:type="dxa"/>
                </w:tcPr>
                <w:p w14:paraId="392FE033" w14:textId="6A4C0247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</w:tr>
            <w:tr w:rsidR="00493131" w:rsidRPr="00C3083C" w14:paraId="13AF7B5F" w14:textId="77777777" w:rsidTr="001E6E9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93" w:type="dxa"/>
                </w:tcPr>
                <w:p w14:paraId="5C76F150" w14:textId="6F8E9B29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8A41CA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4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1539" w:type="dxa"/>
                </w:tcPr>
                <w:p w14:paraId="3F336AF9" w14:textId="3066C356" w:rsidR="00493131" w:rsidRPr="00C3083C" w:rsidRDefault="001C68F8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1C68F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3,205</w:t>
                  </w:r>
                </w:p>
              </w:tc>
              <w:tc>
                <w:tcPr>
                  <w:tcW w:w="1171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233" w:type="dxa"/>
                </w:tcPr>
                <w:p w14:paraId="5EDE5D55" w14:textId="282A3F90" w:rsidR="00930A23" w:rsidRPr="00C3083C" w:rsidRDefault="001C68F8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1C68F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1,28</w:t>
                  </w:r>
                  <w:r w:rsidR="0064643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3C0731" w:rsidRPr="00C3083C" w14:paraId="67121C9B" w14:textId="77777777" w:rsidTr="001E6E9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1A162E6C" w14:textId="0BDBF9E2" w:rsidR="003C0731" w:rsidRPr="00C3083C" w:rsidRDefault="007952C0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Võrgulepingute haldust</w:t>
                  </w:r>
                  <w:r w:rsidR="00C3083C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su</w:t>
                  </w:r>
                </w:p>
              </w:tc>
              <w:tc>
                <w:tcPr>
                  <w:tcW w:w="1293" w:type="dxa"/>
                  <w:vAlign w:val="center"/>
                </w:tcPr>
                <w:p w14:paraId="5FFF9317" w14:textId="62FE24F4" w:rsidR="003C0731" w:rsidRPr="00C3083C" w:rsidRDefault="00646436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</w:t>
                  </w:r>
                  <w:r w:rsidR="007952C0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0 €</w:t>
                  </w:r>
                </w:p>
              </w:tc>
              <w:tc>
                <w:tcPr>
                  <w:tcW w:w="1539" w:type="dxa"/>
                  <w:vAlign w:val="center"/>
                </w:tcPr>
                <w:p w14:paraId="6ABAB97C" w14:textId="631862F0" w:rsidR="003C0731" w:rsidRPr="00C3083C" w:rsidRDefault="007E67D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</w:t>
                  </w:r>
                </w:p>
              </w:tc>
              <w:tc>
                <w:tcPr>
                  <w:tcW w:w="1171" w:type="dxa"/>
                  <w:vAlign w:val="center"/>
                </w:tcPr>
                <w:p w14:paraId="186ACBFA" w14:textId="35C5205C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tk/a</w:t>
                  </w:r>
                </w:p>
              </w:tc>
              <w:tc>
                <w:tcPr>
                  <w:tcW w:w="1233" w:type="dxa"/>
                  <w:vAlign w:val="center"/>
                </w:tcPr>
                <w:p w14:paraId="541FE7F2" w14:textId="2A56DA4C" w:rsidR="003C0731" w:rsidRPr="00C3083C" w:rsidRDefault="007E67D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6</w:t>
                  </w:r>
                  <w:r w:rsidR="007952C0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0 €</w:t>
                  </w:r>
                </w:p>
              </w:tc>
            </w:tr>
            <w:tr w:rsidR="00930A23" w:rsidRPr="00C3083C" w14:paraId="1777F027" w14:textId="77777777" w:rsidTr="001E6E9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233" w:type="dxa"/>
                </w:tcPr>
                <w:p w14:paraId="3BBB31F2" w14:textId="136E552D" w:rsidR="00930A23" w:rsidRPr="00C3083C" w:rsidRDefault="001C68F8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1C68F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791,28 €</w:t>
                  </w:r>
                </w:p>
              </w:tc>
            </w:tr>
            <w:tr w:rsidR="00930A23" w:rsidRPr="00C3083C" w14:paraId="095ACFB3" w14:textId="77777777" w:rsidTr="001E6E9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233" w:type="dxa"/>
                </w:tcPr>
                <w:p w14:paraId="149A9535" w14:textId="3A505387" w:rsidR="00930A23" w:rsidRPr="00C3083C" w:rsidRDefault="001C68F8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1C68F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174,08 €</w:t>
                  </w:r>
                </w:p>
              </w:tc>
            </w:tr>
            <w:tr w:rsidR="00930A23" w:rsidRPr="00C3083C" w14:paraId="0961ED78" w14:textId="77777777" w:rsidTr="001E6E9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233" w:type="dxa"/>
                </w:tcPr>
                <w:p w14:paraId="57739D2F" w14:textId="6969D717" w:rsidR="00930A23" w:rsidRPr="00C3083C" w:rsidRDefault="001C68F8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1C68F8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965,36 €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57A97E4F" w14:textId="476CC450" w:rsidR="00DB3E57" w:rsidRPr="00C3083C" w:rsidRDefault="000C6F71" w:rsidP="00DB3E57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Akti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on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lisa arvele selgitamaks arve summa kujunemist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;</w:t>
            </w:r>
          </w:p>
        </w:tc>
      </w:tr>
      <w:tr w:rsidR="001E6E93" w:rsidRPr="00C3083C" w14:paraId="44A7CCC5" w14:textId="77777777" w:rsidTr="001E6E93">
        <w:tc>
          <w:tcPr>
            <w:tcW w:w="8503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1445"/>
              <w:gridCol w:w="1134"/>
              <w:gridCol w:w="2693"/>
              <w:gridCol w:w="2977"/>
            </w:tblGrid>
            <w:tr w:rsidR="00CB7ACE" w:rsidRPr="008E67C7" w14:paraId="2B103ED4" w14:textId="77777777" w:rsidTr="008E67C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5" w:type="dxa"/>
                  <w:noWrap/>
                  <w:vAlign w:val="center"/>
                  <w:hideMark/>
                </w:tcPr>
                <w:p w14:paraId="6CB86575" w14:textId="61FF9A63" w:rsidR="00CB7ACE" w:rsidRPr="008E67C7" w:rsidRDefault="00CB7ACE" w:rsidP="008E67C7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8E67C7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EIC-kood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14:paraId="7919392E" w14:textId="1AD986E2" w:rsidR="00CB7ACE" w:rsidRPr="008E67C7" w:rsidRDefault="00CB7ACE" w:rsidP="008E67C7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8E67C7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Maht (MWh/a)</w:t>
                  </w: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369DC96E" w14:textId="784308D9" w:rsidR="00CB7ACE" w:rsidRPr="008E67C7" w:rsidRDefault="00CB7ACE" w:rsidP="008E67C7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8E67C7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Asutuse nimi</w:t>
                  </w:r>
                </w:p>
              </w:tc>
              <w:tc>
                <w:tcPr>
                  <w:tcW w:w="2977" w:type="dxa"/>
                  <w:noWrap/>
                  <w:vAlign w:val="center"/>
                  <w:hideMark/>
                </w:tcPr>
                <w:p w14:paraId="24494CB3" w14:textId="77777777" w:rsidR="00CB7ACE" w:rsidRPr="008E67C7" w:rsidRDefault="00CB7ACE" w:rsidP="008E67C7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8E67C7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Kinnistu aadress</w:t>
                  </w:r>
                </w:p>
              </w:tc>
            </w:tr>
            <w:tr w:rsidR="005951FA" w:rsidRPr="008E67C7" w14:paraId="3E1C76C1" w14:textId="77777777" w:rsidTr="005951F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5" w:type="dxa"/>
                  <w:noWrap/>
                  <w:vAlign w:val="center"/>
                  <w:hideMark/>
                </w:tcPr>
                <w:p w14:paraId="1F509A72" w14:textId="432C3E25" w:rsidR="005951FA" w:rsidRPr="000F51DF" w:rsidRDefault="005951FA" w:rsidP="005951FA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2470F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38ZEE-00391578-J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14:paraId="7241D017" w14:textId="4759C1EC" w:rsidR="005951FA" w:rsidRPr="008E67C7" w:rsidRDefault="005951FA" w:rsidP="005951FA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5951FA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2,050</w:t>
                  </w: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60C5B0CE" w14:textId="02D5BC2E" w:rsidR="005951FA" w:rsidRPr="008E67C7" w:rsidRDefault="005951FA" w:rsidP="005951FA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2470F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Tarbijakaitse ja Tehnilise Järelevalve Amet</w:t>
                  </w:r>
                </w:p>
              </w:tc>
              <w:tc>
                <w:tcPr>
                  <w:tcW w:w="2977" w:type="dxa"/>
                  <w:noWrap/>
                  <w:vAlign w:val="center"/>
                  <w:hideMark/>
                </w:tcPr>
                <w:p w14:paraId="3ABB4A41" w14:textId="7769D1A7" w:rsidR="005951FA" w:rsidRPr="008E67C7" w:rsidRDefault="005951FA" w:rsidP="005951FA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2470F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Lauliku 4, Nõmme linnaosa</w:t>
                  </w:r>
                </w:p>
              </w:tc>
            </w:tr>
            <w:tr w:rsidR="005951FA" w:rsidRPr="008E67C7" w14:paraId="63449310" w14:textId="77777777" w:rsidTr="005951FA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5" w:type="dxa"/>
                  <w:noWrap/>
                  <w:vAlign w:val="center"/>
                  <w:hideMark/>
                </w:tcPr>
                <w:p w14:paraId="6504AD77" w14:textId="576AD9AF" w:rsidR="005951FA" w:rsidRPr="000F51DF" w:rsidRDefault="005951FA" w:rsidP="005951FA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2470F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38ZEE-00391582-X</w:t>
                  </w:r>
                </w:p>
              </w:tc>
              <w:tc>
                <w:tcPr>
                  <w:tcW w:w="1134" w:type="dxa"/>
                  <w:noWrap/>
                  <w:vAlign w:val="center"/>
                  <w:hideMark/>
                </w:tcPr>
                <w:p w14:paraId="7F7FA8E2" w14:textId="6DE88480" w:rsidR="005951FA" w:rsidRPr="005951FA" w:rsidRDefault="005951FA" w:rsidP="005951FA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5951FA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1,154</w:t>
                  </w: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7B8C9EB0" w14:textId="24A9683E" w:rsidR="005951FA" w:rsidRPr="002470FF" w:rsidRDefault="005951FA" w:rsidP="005951FA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2470F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Tarbijakaitse ja Tehnilise Järelevalve Amet</w:t>
                  </w:r>
                </w:p>
              </w:tc>
              <w:tc>
                <w:tcPr>
                  <w:tcW w:w="2977" w:type="dxa"/>
                  <w:noWrap/>
                  <w:vAlign w:val="center"/>
                  <w:hideMark/>
                </w:tcPr>
                <w:p w14:paraId="0235C148" w14:textId="6922B359" w:rsidR="005951FA" w:rsidRPr="002470FF" w:rsidRDefault="005951FA" w:rsidP="005951FA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2470F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Lasnamäe 18-77, Lasnamäe linnaosa</w:t>
                  </w:r>
                </w:p>
              </w:tc>
            </w:tr>
          </w:tbl>
          <w:p w14:paraId="0DD87907" w14:textId="0E707973" w:rsidR="001E6E93" w:rsidRPr="008E67C7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554ED446" w14:textId="6B97F39C" w:rsidR="006801DE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E-post taavi.janno@rkas.ee</w:t>
      </w:r>
    </w:p>
    <w:sectPr w:rsidR="00A55C93" w:rsidRPr="00C3083C" w:rsidSect="005679D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6C5FA" w14:textId="77777777" w:rsidR="005679D5" w:rsidRDefault="005679D5" w:rsidP="008526C2">
      <w:pPr>
        <w:spacing w:after="0" w:line="240" w:lineRule="auto"/>
      </w:pPr>
      <w:r>
        <w:separator/>
      </w:r>
    </w:p>
  </w:endnote>
  <w:endnote w:type="continuationSeparator" w:id="0">
    <w:p w14:paraId="7D6D416B" w14:textId="77777777" w:rsidR="005679D5" w:rsidRDefault="005679D5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"mailto:info@rkas.ee"</w:instrText>
                          </w:r>
                          <w:r>
                            <w:fldChar w:fldCharType="separate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t>info@rkas.ee</w:t>
                          </w:r>
                          <w:r>
                            <w:rPr>
                              <w:rStyle w:val="Hperlink"/>
                              <w:lang w:val="et-EE"/>
                            </w:rPr>
                            <w:fldChar w:fldCharType="end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perlink"/>
                        <w:lang w:val="et-EE"/>
                      </w:rPr>
                      <w:t>info@rkas.ee</w:t>
                    </w:r>
                    <w:r>
                      <w:rPr>
                        <w:rStyle w:val="H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proofErr w:type="spellStart"/>
                          <w:r w:rsidR="0000587A"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="0000587A" w:rsidRPr="0000587A">
                            <w:rPr>
                              <w:lang w:val="et-EE"/>
                            </w:rPr>
                            <w:t>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proofErr w:type="spellStart"/>
                          <w:r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Pr="0000587A">
                            <w:rPr>
                              <w:lang w:val="et-EE"/>
                            </w:rPr>
                            <w:t>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65D6" w14:textId="77777777" w:rsidR="005679D5" w:rsidRDefault="005679D5" w:rsidP="008526C2">
      <w:pPr>
        <w:spacing w:after="0" w:line="240" w:lineRule="auto"/>
      </w:pPr>
      <w:r>
        <w:separator/>
      </w:r>
    </w:p>
  </w:footnote>
  <w:footnote w:type="continuationSeparator" w:id="0">
    <w:p w14:paraId="74636E40" w14:textId="77777777" w:rsidR="005679D5" w:rsidRDefault="005679D5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467B5"/>
    <w:rsid w:val="0005244C"/>
    <w:rsid w:val="000526B0"/>
    <w:rsid w:val="00076A0C"/>
    <w:rsid w:val="00085C67"/>
    <w:rsid w:val="0008677A"/>
    <w:rsid w:val="00093497"/>
    <w:rsid w:val="000945C4"/>
    <w:rsid w:val="000954FB"/>
    <w:rsid w:val="000961D3"/>
    <w:rsid w:val="000A2848"/>
    <w:rsid w:val="000B1B9E"/>
    <w:rsid w:val="000B20A0"/>
    <w:rsid w:val="000B6812"/>
    <w:rsid w:val="000C6F71"/>
    <w:rsid w:val="000F50A3"/>
    <w:rsid w:val="000F51DF"/>
    <w:rsid w:val="001033A6"/>
    <w:rsid w:val="001068A4"/>
    <w:rsid w:val="001131FF"/>
    <w:rsid w:val="00117540"/>
    <w:rsid w:val="00152BF0"/>
    <w:rsid w:val="00157AB4"/>
    <w:rsid w:val="00161EA8"/>
    <w:rsid w:val="00162A3A"/>
    <w:rsid w:val="001722F7"/>
    <w:rsid w:val="001741D7"/>
    <w:rsid w:val="0017658C"/>
    <w:rsid w:val="001825E8"/>
    <w:rsid w:val="001A0CBD"/>
    <w:rsid w:val="001A7365"/>
    <w:rsid w:val="001C68F8"/>
    <w:rsid w:val="001D41D2"/>
    <w:rsid w:val="001E1121"/>
    <w:rsid w:val="001E6E93"/>
    <w:rsid w:val="001F0C9E"/>
    <w:rsid w:val="001F46AC"/>
    <w:rsid w:val="001F4EE1"/>
    <w:rsid w:val="00232F8B"/>
    <w:rsid w:val="00236E89"/>
    <w:rsid w:val="002372BA"/>
    <w:rsid w:val="00237541"/>
    <w:rsid w:val="00243302"/>
    <w:rsid w:val="00243AAA"/>
    <w:rsid w:val="002470FF"/>
    <w:rsid w:val="00252BF6"/>
    <w:rsid w:val="00263E14"/>
    <w:rsid w:val="00271DA8"/>
    <w:rsid w:val="00285E8D"/>
    <w:rsid w:val="0029507F"/>
    <w:rsid w:val="002B2CFA"/>
    <w:rsid w:val="002B3100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402F32"/>
    <w:rsid w:val="004140F5"/>
    <w:rsid w:val="0043312B"/>
    <w:rsid w:val="00434E41"/>
    <w:rsid w:val="0043579E"/>
    <w:rsid w:val="00445C16"/>
    <w:rsid w:val="004606ED"/>
    <w:rsid w:val="00480CCF"/>
    <w:rsid w:val="00493131"/>
    <w:rsid w:val="00496CDD"/>
    <w:rsid w:val="004A041F"/>
    <w:rsid w:val="004A04E9"/>
    <w:rsid w:val="004A5581"/>
    <w:rsid w:val="004A5966"/>
    <w:rsid w:val="004B2FAD"/>
    <w:rsid w:val="004B49C4"/>
    <w:rsid w:val="004E4FEA"/>
    <w:rsid w:val="004E7D8C"/>
    <w:rsid w:val="004F3B80"/>
    <w:rsid w:val="004F4558"/>
    <w:rsid w:val="00504B8F"/>
    <w:rsid w:val="0051447E"/>
    <w:rsid w:val="0053188A"/>
    <w:rsid w:val="00531C2E"/>
    <w:rsid w:val="00536AAB"/>
    <w:rsid w:val="00537269"/>
    <w:rsid w:val="005468D7"/>
    <w:rsid w:val="005510AB"/>
    <w:rsid w:val="00551C52"/>
    <w:rsid w:val="005567E7"/>
    <w:rsid w:val="005625D7"/>
    <w:rsid w:val="00566B1B"/>
    <w:rsid w:val="00566CD2"/>
    <w:rsid w:val="005679D5"/>
    <w:rsid w:val="005951FA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26DE5"/>
    <w:rsid w:val="006338FF"/>
    <w:rsid w:val="00635706"/>
    <w:rsid w:val="006437B9"/>
    <w:rsid w:val="00646436"/>
    <w:rsid w:val="006464BA"/>
    <w:rsid w:val="00651292"/>
    <w:rsid w:val="006646D6"/>
    <w:rsid w:val="006708D9"/>
    <w:rsid w:val="006709EF"/>
    <w:rsid w:val="0067537C"/>
    <w:rsid w:val="006801DE"/>
    <w:rsid w:val="006B5E98"/>
    <w:rsid w:val="006C6674"/>
    <w:rsid w:val="006D06F6"/>
    <w:rsid w:val="006E2276"/>
    <w:rsid w:val="006E3B96"/>
    <w:rsid w:val="006F7C4B"/>
    <w:rsid w:val="007035FB"/>
    <w:rsid w:val="00705B64"/>
    <w:rsid w:val="00724448"/>
    <w:rsid w:val="00733168"/>
    <w:rsid w:val="00734D99"/>
    <w:rsid w:val="00736CAD"/>
    <w:rsid w:val="00744168"/>
    <w:rsid w:val="00753AB3"/>
    <w:rsid w:val="00763D04"/>
    <w:rsid w:val="00784B9E"/>
    <w:rsid w:val="007952C0"/>
    <w:rsid w:val="007B1FF3"/>
    <w:rsid w:val="007C3702"/>
    <w:rsid w:val="007C6D2F"/>
    <w:rsid w:val="007E67D0"/>
    <w:rsid w:val="00806CFE"/>
    <w:rsid w:val="0082754D"/>
    <w:rsid w:val="008425AA"/>
    <w:rsid w:val="008526C2"/>
    <w:rsid w:val="00865B0A"/>
    <w:rsid w:val="00890FA1"/>
    <w:rsid w:val="00896CE5"/>
    <w:rsid w:val="008A41CA"/>
    <w:rsid w:val="008A67E1"/>
    <w:rsid w:val="008D72C1"/>
    <w:rsid w:val="008E67C7"/>
    <w:rsid w:val="008E6F84"/>
    <w:rsid w:val="008F18C8"/>
    <w:rsid w:val="0090385C"/>
    <w:rsid w:val="0090475B"/>
    <w:rsid w:val="00930A23"/>
    <w:rsid w:val="009311CD"/>
    <w:rsid w:val="0094169C"/>
    <w:rsid w:val="00943554"/>
    <w:rsid w:val="00947678"/>
    <w:rsid w:val="00950233"/>
    <w:rsid w:val="0097121A"/>
    <w:rsid w:val="00974064"/>
    <w:rsid w:val="009779BE"/>
    <w:rsid w:val="009973BC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164B8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5533C"/>
    <w:rsid w:val="00B56494"/>
    <w:rsid w:val="00B60155"/>
    <w:rsid w:val="00B64B09"/>
    <w:rsid w:val="00B7733E"/>
    <w:rsid w:val="00B82525"/>
    <w:rsid w:val="00B82697"/>
    <w:rsid w:val="00B87773"/>
    <w:rsid w:val="00B967AD"/>
    <w:rsid w:val="00BA3986"/>
    <w:rsid w:val="00BB08C4"/>
    <w:rsid w:val="00BB1EA8"/>
    <w:rsid w:val="00BB2472"/>
    <w:rsid w:val="00BC014E"/>
    <w:rsid w:val="00BD08ED"/>
    <w:rsid w:val="00BD78F9"/>
    <w:rsid w:val="00BE18F1"/>
    <w:rsid w:val="00BE3625"/>
    <w:rsid w:val="00BE6F8E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AE7"/>
    <w:rsid w:val="00C746AA"/>
    <w:rsid w:val="00C75828"/>
    <w:rsid w:val="00C82FE2"/>
    <w:rsid w:val="00CB5B16"/>
    <w:rsid w:val="00CB7ACE"/>
    <w:rsid w:val="00CD6717"/>
    <w:rsid w:val="00CD6DD0"/>
    <w:rsid w:val="00CF1533"/>
    <w:rsid w:val="00CF185C"/>
    <w:rsid w:val="00CF1CBD"/>
    <w:rsid w:val="00CF5832"/>
    <w:rsid w:val="00CF6E10"/>
    <w:rsid w:val="00D01365"/>
    <w:rsid w:val="00D17D67"/>
    <w:rsid w:val="00D24E43"/>
    <w:rsid w:val="00D33840"/>
    <w:rsid w:val="00D43DCE"/>
    <w:rsid w:val="00D4450B"/>
    <w:rsid w:val="00D44BBB"/>
    <w:rsid w:val="00D478B9"/>
    <w:rsid w:val="00D56354"/>
    <w:rsid w:val="00D73C81"/>
    <w:rsid w:val="00D777B9"/>
    <w:rsid w:val="00D83312"/>
    <w:rsid w:val="00D84E4C"/>
    <w:rsid w:val="00D86805"/>
    <w:rsid w:val="00DB3E57"/>
    <w:rsid w:val="00DD1C6C"/>
    <w:rsid w:val="00DD3176"/>
    <w:rsid w:val="00DD536A"/>
    <w:rsid w:val="00DD56AD"/>
    <w:rsid w:val="00DE6783"/>
    <w:rsid w:val="00DF02AD"/>
    <w:rsid w:val="00DF67E5"/>
    <w:rsid w:val="00E053A1"/>
    <w:rsid w:val="00E077D6"/>
    <w:rsid w:val="00E14671"/>
    <w:rsid w:val="00E235ED"/>
    <w:rsid w:val="00E23947"/>
    <w:rsid w:val="00E51297"/>
    <w:rsid w:val="00E541E9"/>
    <w:rsid w:val="00E62941"/>
    <w:rsid w:val="00E728BA"/>
    <w:rsid w:val="00E8534C"/>
    <w:rsid w:val="00E85A5B"/>
    <w:rsid w:val="00E92507"/>
    <w:rsid w:val="00EB4871"/>
    <w:rsid w:val="00EB6B32"/>
    <w:rsid w:val="00EC70D6"/>
    <w:rsid w:val="00EF2E53"/>
    <w:rsid w:val="00F1288F"/>
    <w:rsid w:val="00F22085"/>
    <w:rsid w:val="00F22A80"/>
    <w:rsid w:val="00F3017F"/>
    <w:rsid w:val="00F311BA"/>
    <w:rsid w:val="00F35C0F"/>
    <w:rsid w:val="00F50D49"/>
    <w:rsid w:val="00F52BA1"/>
    <w:rsid w:val="00F52D37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t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RKAS_kirjaplank_10670.dotx</Template>
  <TotalTime>6</TotalTime>
  <Pages>1</Pages>
  <Words>184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3</cp:revision>
  <cp:lastPrinted>2022-10-19T08:27:00Z</cp:lastPrinted>
  <dcterms:created xsi:type="dcterms:W3CDTF">2024-03-12T08:56:00Z</dcterms:created>
  <dcterms:modified xsi:type="dcterms:W3CDTF">2024-03-12T09:01:00Z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